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68A386" w14:textId="77777777" w:rsidR="001D56DF" w:rsidRPr="00DE3E62" w:rsidRDefault="001D56DF" w:rsidP="001D56DF">
      <w:pPr>
        <w:spacing w:after="0" w:line="240" w:lineRule="auto"/>
        <w:jc w:val="center"/>
        <w:textAlignment w:val="baseline"/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</w:pPr>
      <w:r w:rsidRPr="564A6215"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  <w:t xml:space="preserve">PŘÍLOHA </w:t>
      </w:r>
      <w:r w:rsidR="00AA07B2"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  <w:t>f</w:t>
      </w:r>
      <w:r w:rsidRPr="564A6215"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  <w:t>)</w:t>
      </w:r>
    </w:p>
    <w:p w14:paraId="76561675" w14:textId="77777777" w:rsidR="001D56DF" w:rsidRPr="00DE3E62" w:rsidRDefault="001D56DF" w:rsidP="001D56DF">
      <w:pPr>
        <w:spacing w:after="0" w:line="240" w:lineRule="auto"/>
        <w:textAlignment w:val="baseline"/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</w:pPr>
    </w:p>
    <w:p w14:paraId="5FA86AFB" w14:textId="77777777" w:rsidR="001D56DF" w:rsidRDefault="001D56DF" w:rsidP="001D56DF">
      <w:pPr>
        <w:shd w:val="clear" w:color="auto" w:fill="F79646"/>
        <w:suppressAutoHyphens/>
        <w:spacing w:after="0" w:line="240" w:lineRule="auto"/>
        <w:jc w:val="center"/>
        <w:rPr>
          <w:rFonts w:ascii="Book Antiqua" w:eastAsia="SimSun" w:hAnsi="Book Antiqua" w:cstheme="minorHAnsi"/>
          <w:b/>
          <w:bCs/>
          <w:caps/>
          <w:sz w:val="24"/>
          <w:szCs w:val="24"/>
          <w:lang w:eastAsia="cs-CZ"/>
        </w:rPr>
      </w:pPr>
    </w:p>
    <w:p w14:paraId="5B1D0F5A" w14:textId="77777777" w:rsidR="001D56DF" w:rsidRDefault="001D56DF" w:rsidP="001D56DF">
      <w:pPr>
        <w:shd w:val="clear" w:color="auto" w:fill="F79646"/>
        <w:suppressAutoHyphens/>
        <w:spacing w:after="0" w:line="240" w:lineRule="auto"/>
        <w:jc w:val="center"/>
        <w:rPr>
          <w:rFonts w:ascii="Book Antiqua" w:eastAsia="SimSun" w:hAnsi="Book Antiqua" w:cstheme="minorHAnsi"/>
          <w:b/>
          <w:bCs/>
          <w:caps/>
          <w:sz w:val="24"/>
          <w:szCs w:val="24"/>
          <w:lang w:eastAsia="cs-CZ"/>
        </w:rPr>
      </w:pPr>
      <w:r w:rsidRPr="00DE3E62">
        <w:rPr>
          <w:rFonts w:ascii="Book Antiqua" w:eastAsia="SimSun" w:hAnsi="Book Antiqua" w:cstheme="minorHAnsi"/>
          <w:b/>
          <w:bCs/>
          <w:caps/>
          <w:sz w:val="24"/>
          <w:szCs w:val="24"/>
          <w:lang w:eastAsia="cs-CZ"/>
        </w:rPr>
        <w:t>Výkresy</w:t>
      </w:r>
    </w:p>
    <w:p w14:paraId="04E2C651" w14:textId="77777777" w:rsidR="001D56DF" w:rsidRPr="00DE3E62" w:rsidRDefault="001D56DF" w:rsidP="001D56DF">
      <w:pPr>
        <w:shd w:val="clear" w:color="auto" w:fill="F79646"/>
        <w:suppressAutoHyphens/>
        <w:spacing w:after="0" w:line="240" w:lineRule="auto"/>
        <w:jc w:val="center"/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</w:pPr>
    </w:p>
    <w:p w14:paraId="0ADEC402" w14:textId="77777777" w:rsidR="001D56DF" w:rsidRPr="00492601" w:rsidRDefault="001D56DF" w:rsidP="00492601">
      <w:pPr>
        <w:spacing w:after="0" w:line="240" w:lineRule="auto"/>
        <w:textAlignment w:val="baseline"/>
        <w:rPr>
          <w:rFonts w:ascii="Book Antiqua" w:eastAsia="Book Antiqua" w:hAnsi="Book Antiqua" w:cs="Book Antiqua"/>
          <w:b/>
          <w:bCs/>
          <w:lang w:eastAsia="cs-CZ"/>
        </w:rPr>
      </w:pPr>
      <w:r w:rsidRPr="001D56DF">
        <w:rPr>
          <w:rFonts w:ascii="Book Antiqua" w:eastAsia="Book Antiqua" w:hAnsi="Book Antiqua" w:cs="Book Antiqua"/>
          <w:b/>
          <w:bCs/>
          <w:lang w:eastAsia="cs-CZ"/>
        </w:rPr>
        <w:t> </w:t>
      </w:r>
    </w:p>
    <w:p w14:paraId="6F72F9A4" w14:textId="77777777" w:rsidR="000C75CC" w:rsidRDefault="001D56DF" w:rsidP="00202FF6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lang w:eastAsia="cs-CZ"/>
        </w:rPr>
      </w:pPr>
      <w:r w:rsidRPr="00016B0B">
        <w:rPr>
          <w:rFonts w:ascii="Book Antiqua" w:eastAsia="Times New Roman" w:hAnsi="Book Antiqua" w:cs="Arial"/>
          <w:lang w:eastAsia="cs-CZ"/>
        </w:rPr>
        <w:t xml:space="preserve">Příloha </w:t>
      </w:r>
      <w:r w:rsidR="00292F7E" w:rsidRPr="00016B0B">
        <w:rPr>
          <w:rFonts w:ascii="Book Antiqua" w:eastAsia="Times New Roman" w:hAnsi="Book Antiqua" w:cs="Arial"/>
          <w:lang w:eastAsia="cs-CZ"/>
        </w:rPr>
        <w:t>f</w:t>
      </w:r>
      <w:r w:rsidRPr="00016B0B">
        <w:rPr>
          <w:rFonts w:ascii="Book Antiqua" w:eastAsia="Times New Roman" w:hAnsi="Book Antiqua" w:cs="Arial"/>
          <w:lang w:eastAsia="cs-CZ"/>
        </w:rPr>
        <w:t xml:space="preserve">) Výkresy na </w:t>
      </w:r>
      <w:r w:rsidRPr="00ED787B">
        <w:rPr>
          <w:rFonts w:ascii="Book Antiqua" w:eastAsia="Times New Roman" w:hAnsi="Book Antiqua" w:cs="Arial"/>
          <w:lang w:eastAsia="cs-CZ"/>
        </w:rPr>
        <w:t xml:space="preserve">akci </w:t>
      </w:r>
      <w:r w:rsidR="000C4DB6" w:rsidRPr="00ED787B">
        <w:rPr>
          <w:rFonts w:ascii="Book Antiqua" w:eastAsia="Times New Roman" w:hAnsi="Book Antiqua" w:cs="Arial"/>
          <w:lang w:eastAsia="cs-CZ"/>
        </w:rPr>
        <w:t>„</w:t>
      </w:r>
      <w:r w:rsidR="004603C4" w:rsidRPr="002C02C1">
        <w:rPr>
          <w:rFonts w:ascii="Book Antiqua" w:hAnsi="Book Antiqua" w:cstheme="minorHAnsi"/>
          <w:b/>
          <w:bCs/>
        </w:rPr>
        <w:t>Parkoviště Sanatorium Jevíčko</w:t>
      </w:r>
      <w:r w:rsidR="000C4DB6" w:rsidRPr="00016B0B">
        <w:rPr>
          <w:rFonts w:ascii="Book Antiqua" w:eastAsia="Calibri" w:hAnsi="Book Antiqua" w:cs="Arial"/>
          <w:b/>
        </w:rPr>
        <w:t>“</w:t>
      </w:r>
      <w:r w:rsidR="003A2690" w:rsidRPr="00016B0B">
        <w:rPr>
          <w:rFonts w:ascii="Book Antiqua" w:eastAsia="Calibri" w:hAnsi="Book Antiqua" w:cs="Arial"/>
          <w:b/>
        </w:rPr>
        <w:t xml:space="preserve"> </w:t>
      </w:r>
      <w:r w:rsidRPr="00016B0B">
        <w:rPr>
          <w:rFonts w:ascii="Book Antiqua" w:eastAsia="Times New Roman" w:hAnsi="Book Antiqua" w:cs="Arial"/>
          <w:lang w:eastAsia="cs-CZ"/>
        </w:rPr>
        <w:t>je tvořena projektov</w:t>
      </w:r>
      <w:r w:rsidR="0018331A" w:rsidRPr="00016B0B">
        <w:rPr>
          <w:rFonts w:ascii="Book Antiqua" w:eastAsia="Times New Roman" w:hAnsi="Book Antiqua" w:cs="Arial"/>
          <w:lang w:eastAsia="cs-CZ"/>
        </w:rPr>
        <w:t>ou dokumentací</w:t>
      </w:r>
      <w:r w:rsidR="00FB0C02">
        <w:rPr>
          <w:rFonts w:ascii="Book Antiqua" w:eastAsia="Times New Roman" w:hAnsi="Book Antiqua" w:cs="Arial"/>
          <w:lang w:eastAsia="cs-CZ"/>
        </w:rPr>
        <w:t xml:space="preserve"> </w:t>
      </w:r>
      <w:r w:rsidR="00436759" w:rsidRPr="00207103">
        <w:rPr>
          <w:rFonts w:ascii="Book Antiqua" w:eastAsia="Times New Roman" w:hAnsi="Book Antiqua" w:cs="Arial"/>
          <w:lang w:eastAsia="cs-CZ"/>
        </w:rPr>
        <w:t>zpracovanou</w:t>
      </w:r>
      <w:r w:rsidR="000C75CC">
        <w:rPr>
          <w:rFonts w:ascii="Book Antiqua" w:eastAsia="Times New Roman" w:hAnsi="Book Antiqua" w:cs="Arial"/>
          <w:lang w:eastAsia="cs-CZ"/>
        </w:rPr>
        <w:t>:</w:t>
      </w:r>
    </w:p>
    <w:p w14:paraId="1F122525" w14:textId="53697424" w:rsidR="00865EA4" w:rsidRDefault="005C2649" w:rsidP="000C75CC">
      <w:pPr>
        <w:pStyle w:val="Odstavecseseznamem"/>
        <w:numPr>
          <w:ilvl w:val="0"/>
          <w:numId w:val="1"/>
        </w:num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lang w:eastAsia="cs-CZ"/>
        </w:rPr>
      </w:pPr>
      <w:r w:rsidRPr="000C75CC">
        <w:rPr>
          <w:rFonts w:ascii="Book Antiqua" w:eastAsia="Times New Roman" w:hAnsi="Book Antiqua" w:cs="Arial"/>
          <w:lang w:eastAsia="cs-CZ"/>
        </w:rPr>
        <w:t xml:space="preserve">Ing. Františkem </w:t>
      </w:r>
      <w:proofErr w:type="spellStart"/>
      <w:r w:rsidRPr="000C75CC">
        <w:rPr>
          <w:rFonts w:ascii="Book Antiqua" w:eastAsia="Times New Roman" w:hAnsi="Book Antiqua" w:cs="Arial"/>
          <w:lang w:eastAsia="cs-CZ"/>
        </w:rPr>
        <w:t>Haburajem</w:t>
      </w:r>
      <w:proofErr w:type="spellEnd"/>
      <w:r w:rsidRPr="000C75CC">
        <w:rPr>
          <w:rFonts w:ascii="Book Antiqua" w:eastAsia="Times New Roman" w:hAnsi="Book Antiqua" w:cs="Arial"/>
          <w:lang w:eastAsia="cs-CZ"/>
        </w:rPr>
        <w:t>, Ph.D.</w:t>
      </w:r>
      <w:r w:rsidR="00C059D6" w:rsidRPr="000C75CC">
        <w:rPr>
          <w:rFonts w:ascii="Book Antiqua" w:eastAsia="Times New Roman" w:hAnsi="Book Antiqua" w:cs="Arial"/>
          <w:lang w:eastAsia="cs-CZ"/>
        </w:rPr>
        <w:t xml:space="preserve">, se sídlem </w:t>
      </w:r>
      <w:r w:rsidR="00B00A6B" w:rsidRPr="000C75CC">
        <w:rPr>
          <w:rFonts w:ascii="Book Antiqua" w:eastAsia="Times New Roman" w:hAnsi="Book Antiqua" w:cs="Arial"/>
          <w:lang w:eastAsia="cs-CZ"/>
        </w:rPr>
        <w:t xml:space="preserve">Hradecká 1034, 534 01 </w:t>
      </w:r>
      <w:r w:rsidRPr="000C75CC">
        <w:rPr>
          <w:rFonts w:ascii="Book Antiqua" w:eastAsia="Times New Roman" w:hAnsi="Book Antiqua" w:cs="Arial"/>
          <w:lang w:eastAsia="cs-CZ"/>
        </w:rPr>
        <w:t>Holice</w:t>
      </w:r>
      <w:r w:rsidR="00C059D6" w:rsidRPr="000C75CC">
        <w:rPr>
          <w:rFonts w:ascii="Book Antiqua" w:eastAsia="Times New Roman" w:hAnsi="Book Antiqua" w:cs="Arial"/>
          <w:lang w:eastAsia="cs-CZ"/>
        </w:rPr>
        <w:t xml:space="preserve">, IČO: </w:t>
      </w:r>
      <w:r w:rsidR="00B00A6B" w:rsidRPr="000C75CC">
        <w:rPr>
          <w:rFonts w:ascii="Book Antiqua" w:eastAsia="Times New Roman" w:hAnsi="Book Antiqua" w:cs="Arial"/>
          <w:lang w:eastAsia="cs-CZ"/>
        </w:rPr>
        <w:t>760 16 676</w:t>
      </w:r>
      <w:r w:rsidR="00207103" w:rsidRPr="000C75CC">
        <w:rPr>
          <w:rFonts w:ascii="Book Antiqua" w:eastAsia="Times New Roman" w:hAnsi="Book Antiqua" w:cs="Arial"/>
          <w:lang w:eastAsia="cs-CZ"/>
        </w:rPr>
        <w:t>,</w:t>
      </w:r>
      <w:r w:rsidR="00E546C1" w:rsidRPr="000C75CC">
        <w:rPr>
          <w:rFonts w:ascii="Book Antiqua" w:eastAsia="Times New Roman" w:hAnsi="Book Antiqua" w:cs="Arial"/>
          <w:lang w:eastAsia="cs-CZ"/>
        </w:rPr>
        <w:t xml:space="preserve"> datum: </w:t>
      </w:r>
      <w:r w:rsidR="00B00A6B" w:rsidRPr="000C75CC">
        <w:rPr>
          <w:rFonts w:ascii="Book Antiqua" w:hAnsi="Book Antiqua" w:cstheme="minorHAnsi"/>
        </w:rPr>
        <w:t>1/2025</w:t>
      </w:r>
      <w:r w:rsidR="00CF1232" w:rsidRPr="00CF1232">
        <w:rPr>
          <w:rFonts w:ascii="Book Antiqua" w:hAnsi="Book Antiqua" w:cstheme="minorHAnsi"/>
          <w:bCs/>
        </w:rPr>
        <w:t xml:space="preserve"> </w:t>
      </w:r>
      <w:r w:rsidR="00CF1232" w:rsidRPr="003B5660">
        <w:rPr>
          <w:rFonts w:ascii="Book Antiqua" w:hAnsi="Book Antiqua" w:cstheme="minorHAnsi"/>
          <w:bCs/>
        </w:rPr>
        <w:t xml:space="preserve">pro </w:t>
      </w:r>
      <w:r w:rsidR="00CF1232">
        <w:rPr>
          <w:rFonts w:ascii="Book Antiqua" w:hAnsi="Book Antiqua" w:cstheme="minorHAnsi"/>
          <w:bCs/>
        </w:rPr>
        <w:t>SO 101 a SO 401</w:t>
      </w:r>
      <w:r w:rsidR="000C75CC">
        <w:rPr>
          <w:rFonts w:ascii="Book Antiqua" w:eastAsia="Times New Roman" w:hAnsi="Book Antiqua" w:cs="Arial"/>
          <w:lang w:eastAsia="cs-CZ"/>
        </w:rPr>
        <w:t>;</w:t>
      </w:r>
    </w:p>
    <w:p w14:paraId="1DC8C344" w14:textId="490505C9" w:rsidR="000C75CC" w:rsidRPr="000C75CC" w:rsidRDefault="000C75CC" w:rsidP="000C75CC">
      <w:pPr>
        <w:pStyle w:val="Odstavecseseznamem"/>
        <w:numPr>
          <w:ilvl w:val="0"/>
          <w:numId w:val="1"/>
        </w:num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lang w:eastAsia="cs-CZ"/>
        </w:rPr>
      </w:pPr>
      <w:r>
        <w:rPr>
          <w:rFonts w:ascii="Book Antiqua" w:hAnsi="Book Antiqua"/>
        </w:rPr>
        <w:t>společnost</w:t>
      </w:r>
      <w:r>
        <w:rPr>
          <w:rFonts w:ascii="Book Antiqua" w:hAnsi="Book Antiqua"/>
        </w:rPr>
        <w:t>í</w:t>
      </w:r>
      <w:r>
        <w:rPr>
          <w:rFonts w:ascii="Book Antiqua" w:hAnsi="Book Antiqua"/>
        </w:rPr>
        <w:t xml:space="preserve"> </w:t>
      </w:r>
      <w:r w:rsidRPr="00AE33FF">
        <w:rPr>
          <w:rFonts w:ascii="Book Antiqua" w:hAnsi="Book Antiqua"/>
        </w:rPr>
        <w:t>Zahradní architektura Pardubice s.r.o.</w:t>
      </w:r>
      <w:r w:rsidRPr="0000236B">
        <w:rPr>
          <w:rFonts w:ascii="Book Antiqua" w:hAnsi="Book Antiqua"/>
        </w:rPr>
        <w:t xml:space="preserve">, sídlem </w:t>
      </w:r>
      <w:r w:rsidRPr="00712C96">
        <w:rPr>
          <w:rFonts w:ascii="Book Antiqua" w:hAnsi="Book Antiqua"/>
        </w:rPr>
        <w:t>č.p. 30, 530 02 Barchov</w:t>
      </w:r>
      <w:r w:rsidRPr="0000236B">
        <w:rPr>
          <w:rFonts w:ascii="Book Antiqua" w:hAnsi="Book Antiqua"/>
        </w:rPr>
        <w:t xml:space="preserve">, IČO: </w:t>
      </w:r>
      <w:r w:rsidRPr="00712C96">
        <w:rPr>
          <w:rFonts w:ascii="Book Antiqua" w:hAnsi="Book Antiqua"/>
        </w:rPr>
        <w:t>260</w:t>
      </w:r>
      <w:r>
        <w:rPr>
          <w:rFonts w:ascii="Book Antiqua" w:hAnsi="Book Antiqua"/>
        </w:rPr>
        <w:t xml:space="preserve"> </w:t>
      </w:r>
      <w:r w:rsidRPr="00712C96">
        <w:rPr>
          <w:rFonts w:ascii="Book Antiqua" w:hAnsi="Book Antiqua"/>
        </w:rPr>
        <w:t>07</w:t>
      </w:r>
      <w:r>
        <w:rPr>
          <w:rFonts w:ascii="Book Antiqua" w:hAnsi="Book Antiqua"/>
        </w:rPr>
        <w:t xml:space="preserve"> </w:t>
      </w:r>
      <w:r w:rsidRPr="00712C96">
        <w:rPr>
          <w:rFonts w:ascii="Book Antiqua" w:hAnsi="Book Antiqua"/>
        </w:rPr>
        <w:t>088</w:t>
      </w:r>
      <w:r w:rsidRPr="003B5660">
        <w:rPr>
          <w:rFonts w:ascii="Book Antiqua" w:hAnsi="Book Antiqua" w:cstheme="minorHAnsi"/>
          <w:bCs/>
        </w:rPr>
        <w:t>,</w:t>
      </w:r>
      <w:r w:rsidRPr="000C75CC">
        <w:rPr>
          <w:rFonts w:ascii="Book Antiqua" w:eastAsia="Times New Roman" w:hAnsi="Book Antiqua" w:cs="Arial"/>
          <w:lang w:eastAsia="cs-CZ"/>
        </w:rPr>
        <w:t xml:space="preserve"> zodpovědný projektant</w:t>
      </w:r>
      <w:r w:rsidR="006C5CC4">
        <w:rPr>
          <w:rFonts w:ascii="Book Antiqua" w:eastAsia="Times New Roman" w:hAnsi="Book Antiqua" w:cs="Arial"/>
          <w:lang w:eastAsia="cs-CZ"/>
        </w:rPr>
        <w:t>:</w:t>
      </w:r>
      <w:r w:rsidRPr="000C75CC">
        <w:rPr>
          <w:rFonts w:ascii="Book Antiqua" w:eastAsia="Times New Roman" w:hAnsi="Book Antiqua" w:cs="Arial"/>
          <w:lang w:eastAsia="cs-CZ"/>
        </w:rPr>
        <w:t xml:space="preserve"> </w:t>
      </w:r>
      <w:r w:rsidR="006C5CC4" w:rsidRPr="006C5CC4">
        <w:rPr>
          <w:rFonts w:ascii="Book Antiqua" w:eastAsia="Times New Roman" w:hAnsi="Book Antiqua" w:cs="Arial"/>
          <w:lang w:eastAsia="cs-CZ"/>
        </w:rPr>
        <w:t>Ing. Jana Kulhánková</w:t>
      </w:r>
      <w:r w:rsidRPr="000C75CC">
        <w:rPr>
          <w:rFonts w:ascii="Book Antiqua" w:eastAsia="Times New Roman" w:hAnsi="Book Antiqua" w:cs="Arial"/>
          <w:lang w:eastAsia="cs-CZ"/>
        </w:rPr>
        <w:t xml:space="preserve">, datum: </w:t>
      </w:r>
      <w:r w:rsidR="00BC7AAA">
        <w:rPr>
          <w:rFonts w:ascii="Book Antiqua" w:hAnsi="Book Antiqua" w:cstheme="minorHAnsi"/>
        </w:rPr>
        <w:t>8</w:t>
      </w:r>
      <w:r w:rsidRPr="000C75CC">
        <w:rPr>
          <w:rFonts w:ascii="Book Antiqua" w:hAnsi="Book Antiqua" w:cstheme="minorHAnsi"/>
        </w:rPr>
        <w:t>/2025</w:t>
      </w:r>
      <w:r w:rsidR="007F095E">
        <w:rPr>
          <w:rFonts w:ascii="Book Antiqua" w:hAnsi="Book Antiqua" w:cstheme="minorHAnsi"/>
        </w:rPr>
        <w:t xml:space="preserve"> </w:t>
      </w:r>
      <w:r w:rsidR="007F095E" w:rsidRPr="003B5660">
        <w:rPr>
          <w:rFonts w:ascii="Book Antiqua" w:hAnsi="Book Antiqua" w:cstheme="minorHAnsi"/>
          <w:bCs/>
        </w:rPr>
        <w:t xml:space="preserve">pro </w:t>
      </w:r>
      <w:r w:rsidR="007F095E">
        <w:rPr>
          <w:rFonts w:ascii="Book Antiqua" w:hAnsi="Book Antiqua" w:cstheme="minorHAnsi"/>
          <w:bCs/>
        </w:rPr>
        <w:t>SO 800 a SO 801</w:t>
      </w:r>
      <w:r w:rsidRPr="003B5660">
        <w:rPr>
          <w:rFonts w:ascii="Book Antiqua" w:hAnsi="Book Antiqua" w:cstheme="minorHAnsi"/>
          <w:bCs/>
        </w:rPr>
        <w:t>.</w:t>
      </w:r>
    </w:p>
    <w:p w14:paraId="1627BA8F" w14:textId="77777777" w:rsidR="00337A99" w:rsidRDefault="00337A99" w:rsidP="00C85AAB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lang w:eastAsia="cs-CZ"/>
        </w:rPr>
      </w:pPr>
    </w:p>
    <w:p w14:paraId="0D2CC9AF" w14:textId="77777777" w:rsidR="00464A45" w:rsidRDefault="001D56DF" w:rsidP="00EE694C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lang w:eastAsia="cs-CZ"/>
        </w:rPr>
      </w:pPr>
      <w:r w:rsidRPr="00951417">
        <w:rPr>
          <w:rFonts w:ascii="Book Antiqua" w:eastAsia="Times New Roman" w:hAnsi="Book Antiqua" w:cs="Arial"/>
          <w:lang w:eastAsia="cs-CZ"/>
        </w:rPr>
        <w:t>Projektov</w:t>
      </w:r>
      <w:r w:rsidR="008F44DF" w:rsidRPr="00951417">
        <w:rPr>
          <w:rFonts w:ascii="Book Antiqua" w:eastAsia="Times New Roman" w:hAnsi="Book Antiqua" w:cs="Arial"/>
          <w:lang w:eastAsia="cs-CZ"/>
        </w:rPr>
        <w:t>á</w:t>
      </w:r>
      <w:r w:rsidRPr="00951417">
        <w:rPr>
          <w:rFonts w:ascii="Book Antiqua" w:eastAsia="Times New Roman" w:hAnsi="Book Antiqua" w:cs="Arial"/>
          <w:lang w:eastAsia="cs-CZ"/>
        </w:rPr>
        <w:t xml:space="preserve"> dokumentace </w:t>
      </w:r>
      <w:r w:rsidR="008F44DF" w:rsidRPr="00951417">
        <w:rPr>
          <w:rFonts w:ascii="Book Antiqua" w:eastAsia="Times New Roman" w:hAnsi="Book Antiqua" w:cs="Arial"/>
          <w:lang w:eastAsia="cs-CZ"/>
        </w:rPr>
        <w:t xml:space="preserve">pro </w:t>
      </w:r>
      <w:r w:rsidR="008E64BD">
        <w:rPr>
          <w:rFonts w:ascii="Book Antiqua" w:eastAsia="Times New Roman" w:hAnsi="Book Antiqua" w:cs="Arial"/>
          <w:lang w:eastAsia="cs-CZ"/>
        </w:rPr>
        <w:t>Veřejnou zakázku</w:t>
      </w:r>
      <w:r w:rsidR="008F44DF" w:rsidRPr="00951417">
        <w:rPr>
          <w:rFonts w:ascii="Book Antiqua" w:eastAsia="Times New Roman" w:hAnsi="Book Antiqua" w:cs="Arial"/>
          <w:lang w:eastAsia="cs-CZ"/>
        </w:rPr>
        <w:t xml:space="preserve"> je</w:t>
      </w:r>
      <w:r w:rsidRPr="00951417">
        <w:rPr>
          <w:rFonts w:ascii="Book Antiqua" w:eastAsia="Times New Roman" w:hAnsi="Book Antiqua" w:cs="Arial"/>
          <w:lang w:eastAsia="cs-CZ"/>
        </w:rPr>
        <w:t xml:space="preserve"> přiložena jako</w:t>
      </w:r>
      <w:r w:rsidR="00966CB0" w:rsidRPr="00951417">
        <w:rPr>
          <w:rFonts w:ascii="Book Antiqua" w:eastAsia="Times New Roman" w:hAnsi="Book Antiqua" w:cs="Arial"/>
          <w:lang w:eastAsia="cs-CZ"/>
        </w:rPr>
        <w:t xml:space="preserve"> následující</w:t>
      </w:r>
      <w:r w:rsidRPr="00951417">
        <w:rPr>
          <w:rFonts w:ascii="Book Antiqua" w:eastAsia="Times New Roman" w:hAnsi="Book Antiqua" w:cs="Arial"/>
          <w:lang w:eastAsia="cs-CZ"/>
        </w:rPr>
        <w:t xml:space="preserve"> samostatn</w:t>
      </w:r>
      <w:r w:rsidR="001C2FF4" w:rsidRPr="00951417">
        <w:rPr>
          <w:rFonts w:ascii="Book Antiqua" w:eastAsia="Times New Roman" w:hAnsi="Book Antiqua" w:cs="Arial"/>
          <w:lang w:eastAsia="cs-CZ"/>
        </w:rPr>
        <w:t>ý</w:t>
      </w:r>
      <w:r w:rsidRPr="00951417">
        <w:rPr>
          <w:rFonts w:ascii="Book Antiqua" w:eastAsia="Times New Roman" w:hAnsi="Book Antiqua" w:cs="Arial"/>
          <w:lang w:eastAsia="cs-CZ"/>
        </w:rPr>
        <w:t xml:space="preserve"> s</w:t>
      </w:r>
      <w:r w:rsidR="001C2FF4" w:rsidRPr="00951417">
        <w:rPr>
          <w:rFonts w:ascii="Book Antiqua" w:eastAsia="Times New Roman" w:hAnsi="Book Antiqua" w:cs="Arial"/>
          <w:lang w:eastAsia="cs-CZ"/>
        </w:rPr>
        <w:t>oubor</w:t>
      </w:r>
      <w:r w:rsidR="00517A0C" w:rsidRPr="00951417">
        <w:rPr>
          <w:rFonts w:ascii="Book Antiqua" w:eastAsia="Times New Roman" w:hAnsi="Book Antiqua" w:cs="Arial"/>
          <w:lang w:eastAsia="cs-CZ"/>
        </w:rPr>
        <w:t>:</w:t>
      </w:r>
      <w:r w:rsidR="008E64BD">
        <w:rPr>
          <w:rFonts w:ascii="Book Antiqua" w:eastAsia="Times New Roman" w:hAnsi="Book Antiqua" w:cs="Arial"/>
          <w:lang w:eastAsia="cs-CZ"/>
        </w:rPr>
        <w:t xml:space="preserve"> </w:t>
      </w:r>
      <w:r w:rsidRPr="00B13D65">
        <w:rPr>
          <w:rFonts w:ascii="Book Antiqua" w:eastAsia="Times New Roman" w:hAnsi="Book Antiqua" w:cs="Arial"/>
          <w:lang w:eastAsia="cs-CZ"/>
        </w:rPr>
        <w:t xml:space="preserve">Příloha </w:t>
      </w:r>
      <w:proofErr w:type="spellStart"/>
      <w:r w:rsidR="00AA07B2" w:rsidRPr="00B13D65">
        <w:rPr>
          <w:rFonts w:ascii="Book Antiqua" w:eastAsia="Times New Roman" w:hAnsi="Book Antiqua" w:cs="Arial"/>
          <w:lang w:eastAsia="cs-CZ"/>
        </w:rPr>
        <w:t>f</w:t>
      </w:r>
      <w:r w:rsidRPr="00B13D65">
        <w:rPr>
          <w:rFonts w:ascii="Book Antiqua" w:eastAsia="Times New Roman" w:hAnsi="Book Antiqua" w:cs="Arial"/>
          <w:lang w:eastAsia="cs-CZ"/>
        </w:rPr>
        <w:t>.b</w:t>
      </w:r>
      <w:proofErr w:type="spellEnd"/>
      <w:r w:rsidRPr="00B13D65">
        <w:rPr>
          <w:rFonts w:ascii="Book Antiqua" w:eastAsia="Times New Roman" w:hAnsi="Book Antiqua" w:cs="Arial"/>
          <w:lang w:eastAsia="cs-CZ"/>
        </w:rPr>
        <w:t xml:space="preserve">) </w:t>
      </w:r>
      <w:r w:rsidR="00517A0C" w:rsidRPr="00B13D65">
        <w:rPr>
          <w:rFonts w:ascii="Book Antiqua" w:eastAsia="Times New Roman" w:hAnsi="Book Antiqua" w:cs="Arial"/>
          <w:lang w:eastAsia="cs-CZ"/>
        </w:rPr>
        <w:t xml:space="preserve">– </w:t>
      </w:r>
      <w:r w:rsidR="008E64BD">
        <w:rPr>
          <w:rFonts w:ascii="Book Antiqua" w:eastAsia="Times New Roman" w:hAnsi="Book Antiqua" w:cs="Arial"/>
          <w:lang w:eastAsia="cs-CZ"/>
        </w:rPr>
        <w:t>Projektová dokumentace</w:t>
      </w:r>
      <w:r w:rsidR="00016B0B">
        <w:rPr>
          <w:rFonts w:ascii="Book Antiqua" w:eastAsia="Times New Roman" w:hAnsi="Book Antiqua" w:cs="Arial"/>
          <w:lang w:eastAsia="cs-CZ"/>
        </w:rPr>
        <w:t>.</w:t>
      </w:r>
      <w:r w:rsidR="001C2FF4" w:rsidRPr="00B13D65">
        <w:rPr>
          <w:rFonts w:ascii="Book Antiqua" w:eastAsia="Times New Roman" w:hAnsi="Book Antiqua" w:cs="Arial"/>
          <w:lang w:eastAsia="cs-CZ"/>
        </w:rPr>
        <w:t>zip</w:t>
      </w:r>
      <w:r w:rsidR="00016B0B">
        <w:rPr>
          <w:rFonts w:ascii="Book Antiqua" w:eastAsia="Times New Roman" w:hAnsi="Book Antiqua" w:cs="Arial"/>
          <w:lang w:eastAsia="cs-CZ"/>
        </w:rPr>
        <w:t xml:space="preserve">. </w:t>
      </w:r>
    </w:p>
    <w:p w14:paraId="0A41E7DD" w14:textId="77777777" w:rsidR="00517A0C" w:rsidRPr="001D56DF" w:rsidRDefault="00517A0C" w:rsidP="00517A0C">
      <w:pPr>
        <w:spacing w:after="0" w:line="240" w:lineRule="auto"/>
        <w:jc w:val="both"/>
        <w:textAlignment w:val="baseline"/>
        <w:rPr>
          <w:rFonts w:ascii="Book Antiqua" w:hAnsi="Book Antiqua"/>
          <w:b/>
          <w:bCs/>
          <w:sz w:val="24"/>
          <w:szCs w:val="24"/>
        </w:rPr>
      </w:pPr>
    </w:p>
    <w:sectPr w:rsidR="00517A0C" w:rsidRPr="001D56DF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5E5154" w14:textId="77777777" w:rsidR="00380F62" w:rsidRDefault="00380F62" w:rsidP="001D56DF">
      <w:pPr>
        <w:spacing w:after="0" w:line="240" w:lineRule="auto"/>
      </w:pPr>
      <w:r>
        <w:separator/>
      </w:r>
    </w:p>
  </w:endnote>
  <w:endnote w:type="continuationSeparator" w:id="0">
    <w:p w14:paraId="417E87EE" w14:textId="77777777" w:rsidR="00380F62" w:rsidRDefault="00380F62" w:rsidP="001D56DF">
      <w:pPr>
        <w:spacing w:after="0" w:line="240" w:lineRule="auto"/>
      </w:pPr>
      <w:r>
        <w:continuationSeparator/>
      </w:r>
    </w:p>
  </w:endnote>
  <w:endnote w:type="continuationNotice" w:id="1">
    <w:p w14:paraId="400DFABB" w14:textId="77777777" w:rsidR="00380F62" w:rsidRDefault="00380F6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2B15D077" w14:paraId="40D4DFE4" w14:textId="77777777" w:rsidTr="2B15D077">
      <w:tc>
        <w:tcPr>
          <w:tcW w:w="3020" w:type="dxa"/>
        </w:tcPr>
        <w:p w14:paraId="5326C30F" w14:textId="77777777" w:rsidR="2B15D077" w:rsidRDefault="2B15D077" w:rsidP="2B15D077">
          <w:pPr>
            <w:pStyle w:val="Zhlav"/>
            <w:ind w:left="-115"/>
          </w:pPr>
        </w:p>
      </w:tc>
      <w:tc>
        <w:tcPr>
          <w:tcW w:w="3020" w:type="dxa"/>
        </w:tcPr>
        <w:p w14:paraId="11160439" w14:textId="77777777" w:rsidR="2B15D077" w:rsidRDefault="2B15D077" w:rsidP="2B15D077">
          <w:pPr>
            <w:pStyle w:val="Zhlav"/>
            <w:jc w:val="center"/>
          </w:pPr>
        </w:p>
      </w:tc>
      <w:tc>
        <w:tcPr>
          <w:tcW w:w="3020" w:type="dxa"/>
        </w:tcPr>
        <w:p w14:paraId="14ACB628" w14:textId="77777777" w:rsidR="2B15D077" w:rsidRDefault="2B15D077" w:rsidP="2B15D077">
          <w:pPr>
            <w:pStyle w:val="Zhlav"/>
            <w:ind w:right="-115"/>
            <w:jc w:val="right"/>
          </w:pPr>
        </w:p>
      </w:tc>
    </w:tr>
  </w:tbl>
  <w:p w14:paraId="419E12FB" w14:textId="77777777" w:rsidR="2B15D077" w:rsidRDefault="2B15D077" w:rsidP="2B15D07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F5D205" w14:textId="77777777" w:rsidR="00380F62" w:rsidRDefault="00380F62" w:rsidP="001D56DF">
      <w:pPr>
        <w:spacing w:after="0" w:line="240" w:lineRule="auto"/>
      </w:pPr>
      <w:r>
        <w:separator/>
      </w:r>
    </w:p>
  </w:footnote>
  <w:footnote w:type="continuationSeparator" w:id="0">
    <w:p w14:paraId="3EEF4929" w14:textId="77777777" w:rsidR="00380F62" w:rsidRDefault="00380F62" w:rsidP="001D56DF">
      <w:pPr>
        <w:spacing w:after="0" w:line="240" w:lineRule="auto"/>
      </w:pPr>
      <w:r>
        <w:continuationSeparator/>
      </w:r>
    </w:p>
  </w:footnote>
  <w:footnote w:type="continuationNotice" w:id="1">
    <w:p w14:paraId="4A0D518D" w14:textId="77777777" w:rsidR="00380F62" w:rsidRDefault="00380F6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8A5E32" w14:textId="77777777" w:rsidR="00974491" w:rsidRDefault="00515BE8" w:rsidP="00515BE8">
    <w:pPr>
      <w:pStyle w:val="Zhlav"/>
      <w:pBdr>
        <w:bottom w:val="single" w:sz="6" w:space="1" w:color="auto"/>
      </w:pBdr>
    </w:pPr>
    <w:r>
      <w:rPr>
        <w:noProof/>
      </w:rPr>
      <w:drawing>
        <wp:inline distT="0" distB="0" distL="0" distR="0" wp14:anchorId="754B0AA2" wp14:editId="5AE3CFBA">
          <wp:extent cx="1274445" cy="731520"/>
          <wp:effectExtent l="0" t="0" r="1905" b="0"/>
          <wp:docPr id="3" name="Obrázek 3" descr="Obsah obrázku Písmo, text, Grafika, logo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 descr="Obsah obrázku Písmo, text, Grafika, logo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4445" cy="7315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974491">
      <w:tab/>
    </w:r>
    <w:r w:rsidR="00974491">
      <w:rPr>
        <w:noProof/>
        <w:lang w:eastAsia="cs-CZ"/>
      </w:rPr>
      <w:t xml:space="preserve">                                           </w:t>
    </w:r>
    <w:r>
      <w:rPr>
        <w:noProof/>
        <w:lang w:eastAsia="cs-CZ"/>
      </w:rPr>
      <w:t xml:space="preserve">           </w:t>
    </w:r>
    <w:r w:rsidR="00974491">
      <w:rPr>
        <w:noProof/>
        <w:lang w:eastAsia="cs-CZ"/>
      </w:rPr>
      <w:t xml:space="preserve">         </w:t>
    </w:r>
    <w:r w:rsidR="00974491">
      <w:rPr>
        <w:noProof/>
        <w:lang w:eastAsia="cs-CZ"/>
      </w:rPr>
      <w:drawing>
        <wp:inline distT="0" distB="0" distL="0" distR="0" wp14:anchorId="0E8E548F" wp14:editId="054EADBF">
          <wp:extent cx="2476500" cy="857250"/>
          <wp:effectExtent l="0" t="0" r="0" b="0"/>
          <wp:docPr id="1" name="Obrázek 1" descr="SUS_pozitiv_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US_pozitiv_H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B4C93A9" w14:textId="77777777" w:rsidR="001D56DF" w:rsidRDefault="001D56DF" w:rsidP="001D56DF">
    <w:pPr>
      <w:pStyle w:val="Zhlav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CB15509"/>
    <w:multiLevelType w:val="hybridMultilevel"/>
    <w:tmpl w:val="F742436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5730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43FF"/>
    <w:rsid w:val="00006543"/>
    <w:rsid w:val="00016B0B"/>
    <w:rsid w:val="00043456"/>
    <w:rsid w:val="00047DF8"/>
    <w:rsid w:val="000604CC"/>
    <w:rsid w:val="00062447"/>
    <w:rsid w:val="0009533E"/>
    <w:rsid w:val="000C0DCE"/>
    <w:rsid w:val="000C4DB6"/>
    <w:rsid w:val="000C75CC"/>
    <w:rsid w:val="000F4974"/>
    <w:rsid w:val="000F55FC"/>
    <w:rsid w:val="00105ED1"/>
    <w:rsid w:val="001117BE"/>
    <w:rsid w:val="00111CFB"/>
    <w:rsid w:val="00120E3F"/>
    <w:rsid w:val="00122DA8"/>
    <w:rsid w:val="00123C71"/>
    <w:rsid w:val="001255FD"/>
    <w:rsid w:val="00164F28"/>
    <w:rsid w:val="001743F4"/>
    <w:rsid w:val="0018331A"/>
    <w:rsid w:val="001927ED"/>
    <w:rsid w:val="001C2FF4"/>
    <w:rsid w:val="001C4FB9"/>
    <w:rsid w:val="001C5270"/>
    <w:rsid w:val="001D1A86"/>
    <w:rsid w:val="001D3795"/>
    <w:rsid w:val="001D56DF"/>
    <w:rsid w:val="001D6C42"/>
    <w:rsid w:val="001E4F16"/>
    <w:rsid w:val="001F28A5"/>
    <w:rsid w:val="001F543E"/>
    <w:rsid w:val="00202FF6"/>
    <w:rsid w:val="00207103"/>
    <w:rsid w:val="00213225"/>
    <w:rsid w:val="0022554E"/>
    <w:rsid w:val="0028049B"/>
    <w:rsid w:val="00281FF9"/>
    <w:rsid w:val="00292F7E"/>
    <w:rsid w:val="00295E66"/>
    <w:rsid w:val="002B5CCE"/>
    <w:rsid w:val="002C61F8"/>
    <w:rsid w:val="002C7AAE"/>
    <w:rsid w:val="002F4E8E"/>
    <w:rsid w:val="002F659D"/>
    <w:rsid w:val="0030696C"/>
    <w:rsid w:val="003076AB"/>
    <w:rsid w:val="003144D1"/>
    <w:rsid w:val="00327185"/>
    <w:rsid w:val="003337D5"/>
    <w:rsid w:val="0033594E"/>
    <w:rsid w:val="00337A99"/>
    <w:rsid w:val="00337E5C"/>
    <w:rsid w:val="00343A46"/>
    <w:rsid w:val="00352365"/>
    <w:rsid w:val="003759C1"/>
    <w:rsid w:val="00380F62"/>
    <w:rsid w:val="00383D6E"/>
    <w:rsid w:val="00392A13"/>
    <w:rsid w:val="003A2690"/>
    <w:rsid w:val="003C2AE4"/>
    <w:rsid w:val="003C5E20"/>
    <w:rsid w:val="003D4CF3"/>
    <w:rsid w:val="00402FF8"/>
    <w:rsid w:val="00415D9C"/>
    <w:rsid w:val="004221EA"/>
    <w:rsid w:val="00431308"/>
    <w:rsid w:val="0043292C"/>
    <w:rsid w:val="00434845"/>
    <w:rsid w:val="00436759"/>
    <w:rsid w:val="00446191"/>
    <w:rsid w:val="00446BFF"/>
    <w:rsid w:val="0045675D"/>
    <w:rsid w:val="004567DB"/>
    <w:rsid w:val="00460327"/>
    <w:rsid w:val="004603C4"/>
    <w:rsid w:val="00464A45"/>
    <w:rsid w:val="00491D2D"/>
    <w:rsid w:val="00492601"/>
    <w:rsid w:val="00494BC7"/>
    <w:rsid w:val="004A1142"/>
    <w:rsid w:val="004A41AE"/>
    <w:rsid w:val="004C0C30"/>
    <w:rsid w:val="004F26ED"/>
    <w:rsid w:val="005014AD"/>
    <w:rsid w:val="00514256"/>
    <w:rsid w:val="0051489D"/>
    <w:rsid w:val="00515BE8"/>
    <w:rsid w:val="00517A0C"/>
    <w:rsid w:val="00530B66"/>
    <w:rsid w:val="00531BA2"/>
    <w:rsid w:val="005332DC"/>
    <w:rsid w:val="005338B3"/>
    <w:rsid w:val="00535AF9"/>
    <w:rsid w:val="00540C2B"/>
    <w:rsid w:val="00540E7A"/>
    <w:rsid w:val="00555EBE"/>
    <w:rsid w:val="00557A5F"/>
    <w:rsid w:val="00560477"/>
    <w:rsid w:val="00564DD5"/>
    <w:rsid w:val="00567B05"/>
    <w:rsid w:val="005707F2"/>
    <w:rsid w:val="00574C9B"/>
    <w:rsid w:val="00577FB8"/>
    <w:rsid w:val="00582A87"/>
    <w:rsid w:val="00586D95"/>
    <w:rsid w:val="005A0DB1"/>
    <w:rsid w:val="005C1ECE"/>
    <w:rsid w:val="005C2649"/>
    <w:rsid w:val="005E2F03"/>
    <w:rsid w:val="005F4802"/>
    <w:rsid w:val="006025BC"/>
    <w:rsid w:val="0060323A"/>
    <w:rsid w:val="0061268D"/>
    <w:rsid w:val="00617D9D"/>
    <w:rsid w:val="0062503B"/>
    <w:rsid w:val="006525F8"/>
    <w:rsid w:val="00656CAF"/>
    <w:rsid w:val="0066314E"/>
    <w:rsid w:val="00671582"/>
    <w:rsid w:val="00681D1F"/>
    <w:rsid w:val="00686283"/>
    <w:rsid w:val="0068752B"/>
    <w:rsid w:val="006A1DB4"/>
    <w:rsid w:val="006A503C"/>
    <w:rsid w:val="006A548F"/>
    <w:rsid w:val="006C0F3B"/>
    <w:rsid w:val="006C2D09"/>
    <w:rsid w:val="006C5CC4"/>
    <w:rsid w:val="006D3D5E"/>
    <w:rsid w:val="006D67F8"/>
    <w:rsid w:val="006D6D83"/>
    <w:rsid w:val="006F5094"/>
    <w:rsid w:val="006F74E0"/>
    <w:rsid w:val="0071100A"/>
    <w:rsid w:val="00741EEF"/>
    <w:rsid w:val="00742AC4"/>
    <w:rsid w:val="007B1D15"/>
    <w:rsid w:val="007B4BF7"/>
    <w:rsid w:val="007E6A83"/>
    <w:rsid w:val="007F095E"/>
    <w:rsid w:val="007F184C"/>
    <w:rsid w:val="007F5EB6"/>
    <w:rsid w:val="007F66E8"/>
    <w:rsid w:val="00802529"/>
    <w:rsid w:val="00802D7B"/>
    <w:rsid w:val="0080387E"/>
    <w:rsid w:val="00827C15"/>
    <w:rsid w:val="00831999"/>
    <w:rsid w:val="008459FC"/>
    <w:rsid w:val="00846107"/>
    <w:rsid w:val="00854CCF"/>
    <w:rsid w:val="00865EA4"/>
    <w:rsid w:val="00877899"/>
    <w:rsid w:val="00897D8B"/>
    <w:rsid w:val="008D39CE"/>
    <w:rsid w:val="008D4B3E"/>
    <w:rsid w:val="008E64BD"/>
    <w:rsid w:val="008F44DF"/>
    <w:rsid w:val="008F7DC6"/>
    <w:rsid w:val="00900079"/>
    <w:rsid w:val="00902D0B"/>
    <w:rsid w:val="00905AAB"/>
    <w:rsid w:val="00910632"/>
    <w:rsid w:val="00911CC4"/>
    <w:rsid w:val="00911D45"/>
    <w:rsid w:val="00914E0F"/>
    <w:rsid w:val="0094083C"/>
    <w:rsid w:val="00950364"/>
    <w:rsid w:val="00951417"/>
    <w:rsid w:val="0096550B"/>
    <w:rsid w:val="00966CB0"/>
    <w:rsid w:val="00974491"/>
    <w:rsid w:val="009B26A5"/>
    <w:rsid w:val="009B580B"/>
    <w:rsid w:val="009C182F"/>
    <w:rsid w:val="009C2176"/>
    <w:rsid w:val="009C3A2F"/>
    <w:rsid w:val="009D34EB"/>
    <w:rsid w:val="009D53F8"/>
    <w:rsid w:val="00A12768"/>
    <w:rsid w:val="00A22667"/>
    <w:rsid w:val="00A31359"/>
    <w:rsid w:val="00A43630"/>
    <w:rsid w:val="00A62C4D"/>
    <w:rsid w:val="00A70026"/>
    <w:rsid w:val="00A81173"/>
    <w:rsid w:val="00AA07B2"/>
    <w:rsid w:val="00AB144D"/>
    <w:rsid w:val="00AC4CE4"/>
    <w:rsid w:val="00AE16AF"/>
    <w:rsid w:val="00AF2D72"/>
    <w:rsid w:val="00B00A6B"/>
    <w:rsid w:val="00B00DC5"/>
    <w:rsid w:val="00B11DEC"/>
    <w:rsid w:val="00B13D65"/>
    <w:rsid w:val="00B15AC4"/>
    <w:rsid w:val="00B2415D"/>
    <w:rsid w:val="00B25A8A"/>
    <w:rsid w:val="00B313AD"/>
    <w:rsid w:val="00B378C5"/>
    <w:rsid w:val="00B453FB"/>
    <w:rsid w:val="00B534E7"/>
    <w:rsid w:val="00B562FA"/>
    <w:rsid w:val="00B66ACC"/>
    <w:rsid w:val="00B70832"/>
    <w:rsid w:val="00B94F21"/>
    <w:rsid w:val="00B96475"/>
    <w:rsid w:val="00BC723E"/>
    <w:rsid w:val="00BC7AAA"/>
    <w:rsid w:val="00BD1555"/>
    <w:rsid w:val="00BE03FF"/>
    <w:rsid w:val="00C059D6"/>
    <w:rsid w:val="00C156EB"/>
    <w:rsid w:val="00C16DA8"/>
    <w:rsid w:val="00C237CA"/>
    <w:rsid w:val="00C23E36"/>
    <w:rsid w:val="00C27B17"/>
    <w:rsid w:val="00C35B2C"/>
    <w:rsid w:val="00C414E9"/>
    <w:rsid w:val="00C42503"/>
    <w:rsid w:val="00C4750B"/>
    <w:rsid w:val="00C56890"/>
    <w:rsid w:val="00C65C8B"/>
    <w:rsid w:val="00C662BF"/>
    <w:rsid w:val="00C729CE"/>
    <w:rsid w:val="00C85AAB"/>
    <w:rsid w:val="00C924B5"/>
    <w:rsid w:val="00C97034"/>
    <w:rsid w:val="00CA4173"/>
    <w:rsid w:val="00CA4E44"/>
    <w:rsid w:val="00CB1B83"/>
    <w:rsid w:val="00CB46D2"/>
    <w:rsid w:val="00CB73D6"/>
    <w:rsid w:val="00CB747D"/>
    <w:rsid w:val="00CC2B93"/>
    <w:rsid w:val="00CC5023"/>
    <w:rsid w:val="00CD6A19"/>
    <w:rsid w:val="00CE3DCC"/>
    <w:rsid w:val="00CE57C6"/>
    <w:rsid w:val="00CF1232"/>
    <w:rsid w:val="00CF3768"/>
    <w:rsid w:val="00D143FF"/>
    <w:rsid w:val="00D216EE"/>
    <w:rsid w:val="00D25D56"/>
    <w:rsid w:val="00D35D28"/>
    <w:rsid w:val="00D372F3"/>
    <w:rsid w:val="00D416DD"/>
    <w:rsid w:val="00D5049B"/>
    <w:rsid w:val="00D54653"/>
    <w:rsid w:val="00D76EB8"/>
    <w:rsid w:val="00D81B2C"/>
    <w:rsid w:val="00D95A9A"/>
    <w:rsid w:val="00DC438C"/>
    <w:rsid w:val="00DC636C"/>
    <w:rsid w:val="00DE0758"/>
    <w:rsid w:val="00DE317B"/>
    <w:rsid w:val="00DE48EA"/>
    <w:rsid w:val="00DE6EB1"/>
    <w:rsid w:val="00E04FA1"/>
    <w:rsid w:val="00E424F5"/>
    <w:rsid w:val="00E434DE"/>
    <w:rsid w:val="00E53FD8"/>
    <w:rsid w:val="00E546C1"/>
    <w:rsid w:val="00E61E3E"/>
    <w:rsid w:val="00E6323D"/>
    <w:rsid w:val="00E636FC"/>
    <w:rsid w:val="00E92BEB"/>
    <w:rsid w:val="00E94816"/>
    <w:rsid w:val="00EA0A99"/>
    <w:rsid w:val="00EA2B25"/>
    <w:rsid w:val="00EA5678"/>
    <w:rsid w:val="00EC6684"/>
    <w:rsid w:val="00ED787B"/>
    <w:rsid w:val="00EE51F7"/>
    <w:rsid w:val="00EE61AF"/>
    <w:rsid w:val="00EE694C"/>
    <w:rsid w:val="00EF292C"/>
    <w:rsid w:val="00EF4F00"/>
    <w:rsid w:val="00F03067"/>
    <w:rsid w:val="00F11949"/>
    <w:rsid w:val="00F15030"/>
    <w:rsid w:val="00F26595"/>
    <w:rsid w:val="00F32423"/>
    <w:rsid w:val="00F3655F"/>
    <w:rsid w:val="00F37DB1"/>
    <w:rsid w:val="00F51569"/>
    <w:rsid w:val="00F555BA"/>
    <w:rsid w:val="00F646BA"/>
    <w:rsid w:val="00F7237F"/>
    <w:rsid w:val="00F943A3"/>
    <w:rsid w:val="00F971F9"/>
    <w:rsid w:val="00FA1C43"/>
    <w:rsid w:val="00FA58AE"/>
    <w:rsid w:val="00FA66B2"/>
    <w:rsid w:val="00FA7034"/>
    <w:rsid w:val="00FB0C02"/>
    <w:rsid w:val="10F55334"/>
    <w:rsid w:val="2054B2C3"/>
    <w:rsid w:val="26E8875A"/>
    <w:rsid w:val="2B15D077"/>
    <w:rsid w:val="3F055808"/>
    <w:rsid w:val="525B0A1A"/>
    <w:rsid w:val="7E2D3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2D6707"/>
  <w15:chartTrackingRefBased/>
  <w15:docId w15:val="{18D017D9-2E9A-4570-B04F-E6D0EA20DB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D56DF"/>
    <w:pPr>
      <w:spacing w:after="200" w:line="27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D56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D56DF"/>
  </w:style>
  <w:style w:type="paragraph" w:styleId="Zpat">
    <w:name w:val="footer"/>
    <w:basedOn w:val="Normln"/>
    <w:link w:val="ZpatChar"/>
    <w:uiPriority w:val="99"/>
    <w:unhideWhenUsed/>
    <w:rsid w:val="001D56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D56DF"/>
  </w:style>
  <w:style w:type="table" w:styleId="Mkatabulky">
    <w:name w:val="Table Grid"/>
    <w:basedOn w:val="Normlntabulka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Odkaznakoment">
    <w:name w:val="annotation reference"/>
    <w:basedOn w:val="Standardnpsmoodstavce"/>
    <w:uiPriority w:val="99"/>
    <w:unhideWhenUsed/>
    <w:rsid w:val="003A269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3A269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3A269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A269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A2690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C4D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C4DB6"/>
    <w:rPr>
      <w:rFonts w:ascii="Segoe UI" w:hAnsi="Segoe UI" w:cs="Segoe UI"/>
      <w:sz w:val="18"/>
      <w:szCs w:val="18"/>
    </w:rPr>
  </w:style>
  <w:style w:type="paragraph" w:styleId="Revize">
    <w:name w:val="Revision"/>
    <w:hidden/>
    <w:uiPriority w:val="99"/>
    <w:semiHidden/>
    <w:rsid w:val="00D416DD"/>
    <w:pPr>
      <w:spacing w:after="0" w:line="240" w:lineRule="auto"/>
    </w:pPr>
  </w:style>
  <w:style w:type="character" w:styleId="Hypertextovodkaz">
    <w:name w:val="Hyperlink"/>
    <w:basedOn w:val="Standardnpsmoodstavce"/>
    <w:rsid w:val="00B313AD"/>
    <w:rPr>
      <w:color w:val="0563C1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7B1D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700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060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580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7187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7734648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021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59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71619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844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80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108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4270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562135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9736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45287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41364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204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18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7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385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737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3218056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9974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15236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42090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51367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570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71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582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911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9704534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28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2704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97944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437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72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535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3041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770611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2344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72672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7911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52981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352;imonDvo&#345;&#225;k\OneDrive%20-%20Contract%20Management\T&#253;mov&#253;%20web%20-%20Projekt\Vzory,%20manu&#225;l%20a%20smluvn&#237;%20pokuty\Vzory\P&#345;&#237;loha%20f)%20V&#253;kresy.dotx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cf501dd-6ef5-4f1b-8952-6e820fced335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D9B1B67C0254B4AAA3DD64A6F8364F6" ma:contentTypeVersion="10" ma:contentTypeDescription="Vytvoří nový dokument" ma:contentTypeScope="" ma:versionID="241e70e91aceee07a818baafa6ecdb41">
  <xsd:schema xmlns:xsd="http://www.w3.org/2001/XMLSchema" xmlns:xs="http://www.w3.org/2001/XMLSchema" xmlns:p="http://schemas.microsoft.com/office/2006/metadata/properties" xmlns:ns2="7cf501dd-6ef5-4f1b-8952-6e820fced335" targetNamespace="http://schemas.microsoft.com/office/2006/metadata/properties" ma:root="true" ma:fieldsID="d3f6cf4fb079aae3ae69b9925fde6e8b" ns2:_="">
    <xsd:import namespace="7cf501dd-6ef5-4f1b-8952-6e820fced33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f501dd-6ef5-4f1b-8952-6e820fced33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2d480201-6909-4311-9234-9f2fd03144c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6B87501-7718-4FF0-BA19-D39EED1823E3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b0a2e31-377b-4a4f-8b74-191dd8e2e1a2"/>
    <ds:schemaRef ds:uri="1c5afdd9-10a7-4471-939e-3b6fefddb120"/>
  </ds:schemaRefs>
</ds:datastoreItem>
</file>

<file path=customXml/itemProps2.xml><?xml version="1.0" encoding="utf-8"?>
<ds:datastoreItem xmlns:ds="http://schemas.openxmlformats.org/officeDocument/2006/customXml" ds:itemID="{E5885341-3478-4E47-8CE8-45E55D3A9A1D}"/>
</file>

<file path=customXml/itemProps3.xml><?xml version="1.0" encoding="utf-8"?>
<ds:datastoreItem xmlns:ds="http://schemas.openxmlformats.org/officeDocument/2006/customXml" ds:itemID="{26E1FB5F-53FA-44EF-97DF-06B460FBF3B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Příloha f) Výkresy.dotx</Template>
  <TotalTime>4</TotalTime>
  <Pages>1</Pages>
  <Words>83</Words>
  <Characters>494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Šimon Dvořák</dc:creator>
  <cp:keywords/>
  <dc:description/>
  <cp:lastModifiedBy>Šimon Dvořák</cp:lastModifiedBy>
  <cp:revision>10</cp:revision>
  <dcterms:created xsi:type="dcterms:W3CDTF">2026-02-10T14:11:00Z</dcterms:created>
  <dcterms:modified xsi:type="dcterms:W3CDTF">2026-02-13T14:34:00Z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0x010100DD9B1B67C0254B4AAA3DD64A6F8364F6</vt:lpwstr>
  </property>
  <property fmtid="{D5CDD505-2E9C-101B-9397-08002B2CF9AE}" pid="3" name="MediaServiceImageTags">
    <vt:lpwstr/>
  </property>
</Properties>
</file>